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64A" w:rsidRDefault="00ED064A" w:rsidP="00C93E52">
      <w:pPr>
        <w:rPr>
          <w:rFonts w:ascii="Times New Roman" w:hAnsi="Times New Roman"/>
          <w:b/>
          <w:sz w:val="28"/>
          <w:szCs w:val="28"/>
        </w:rPr>
      </w:pPr>
      <w:r w:rsidRPr="00C93E52">
        <w:rPr>
          <w:rFonts w:ascii="Times New Roman" w:hAnsi="Times New Roman"/>
          <w:b/>
          <w:sz w:val="28"/>
          <w:szCs w:val="28"/>
        </w:rPr>
        <w:t xml:space="preserve">Using Tea Tree Oil for Treating Pearly Penile Papules </w:t>
      </w:r>
    </w:p>
    <w:p w:rsidR="00ED064A" w:rsidRDefault="00ED064A" w:rsidP="00C93E52">
      <w:pPr>
        <w:rPr>
          <w:rFonts w:ascii="Times New Roman" w:hAnsi="Times New Roman"/>
          <w:sz w:val="24"/>
          <w:szCs w:val="24"/>
        </w:rPr>
      </w:pPr>
      <w:r>
        <w:rPr>
          <w:rFonts w:ascii="Times New Roman" w:hAnsi="Times New Roman"/>
          <w:sz w:val="24"/>
          <w:szCs w:val="24"/>
        </w:rPr>
        <w:t xml:space="preserve">Treating pearly penile papules is one of the main concerns for men who have to cope with this condition. Seeing those ugly bumps on the skin each and every day and constantly worrying about what their partners may say is a situation which may severely damage one’s sanity and which can even bring the pearly penile papules sufferer to despair. However, because many men do not have access to surgical procedures, their only chance remains trying the homemade remedies. </w:t>
      </w:r>
    </w:p>
    <w:p w:rsidR="00ED064A" w:rsidRDefault="00ED064A" w:rsidP="00C93E52">
      <w:pPr>
        <w:rPr>
          <w:rFonts w:ascii="Times New Roman" w:hAnsi="Times New Roman"/>
          <w:sz w:val="24"/>
          <w:szCs w:val="24"/>
        </w:rPr>
      </w:pPr>
      <w:r>
        <w:rPr>
          <w:rFonts w:ascii="Times New Roman" w:hAnsi="Times New Roman"/>
          <w:sz w:val="24"/>
          <w:szCs w:val="24"/>
        </w:rPr>
        <w:t xml:space="preserve">One of these homemade remedies which have been reported to have great success in treating the pearly penile papules is tea tree oil. This cheap substance is very rich in nourishing substances. This oil has been long known for its antiseptic, antifungal and antimicrobial effects and it has been used extensively for treating injuries, skin cuts, infections, burns and even skin conditions, such as acne. Applying only a small amount of this oil on the affected area can make wonders for the skin. </w:t>
      </w:r>
    </w:p>
    <w:p w:rsidR="00ED064A" w:rsidRDefault="00ED064A" w:rsidP="00C93E52">
      <w:pPr>
        <w:rPr>
          <w:rFonts w:ascii="Times New Roman" w:hAnsi="Times New Roman"/>
          <w:sz w:val="24"/>
          <w:szCs w:val="24"/>
        </w:rPr>
      </w:pPr>
      <w:r>
        <w:rPr>
          <w:rFonts w:ascii="Times New Roman" w:hAnsi="Times New Roman"/>
          <w:sz w:val="24"/>
          <w:szCs w:val="24"/>
        </w:rPr>
        <w:t xml:space="preserve">This is also the case with pearly penile papules. In order to get rid of them you will only need a small bottle of tea tree oil and some cotton swabs. Before actually treating the area, you must wash it with water and a disinfected soap, which will clean the area and remove any dust or bacteria. Then you should dry the area very well and with a cotton swab apply tea tree oil on it. Repeat this procedure for about 3 or four times a day. The amount of time for which the treatment should continue depends entirely on your skin and on the severity of the condition. You may need to apply the oil for only few days or few months. </w:t>
      </w:r>
    </w:p>
    <w:p w:rsidR="00ED064A" w:rsidRDefault="00ED064A" w:rsidP="00C93E52">
      <w:pPr>
        <w:rPr>
          <w:rFonts w:ascii="Times New Roman" w:hAnsi="Times New Roman"/>
          <w:sz w:val="24"/>
          <w:szCs w:val="24"/>
        </w:rPr>
      </w:pPr>
      <w:r>
        <w:rPr>
          <w:rFonts w:ascii="Times New Roman" w:hAnsi="Times New Roman"/>
          <w:sz w:val="24"/>
          <w:szCs w:val="24"/>
        </w:rPr>
        <w:t xml:space="preserve">This treatment is suitable for any type of skin. Unless you have a sensibility to tea tree you should not experience any side effects, as you would if you would go for a traditional method. Also, even though the results may be slower, you have the guarantee that once you finish your treatment, all the bumps will be removed and your penis will look like a normal on again. </w:t>
      </w:r>
    </w:p>
    <w:p w:rsidR="00ED064A" w:rsidRDefault="00ED064A" w:rsidP="00C93E52">
      <w:pPr>
        <w:rPr>
          <w:rFonts w:ascii="Times New Roman" w:hAnsi="Times New Roman"/>
          <w:sz w:val="24"/>
          <w:szCs w:val="24"/>
        </w:rPr>
      </w:pPr>
      <w:r>
        <w:rPr>
          <w:rFonts w:ascii="Times New Roman" w:hAnsi="Times New Roman"/>
          <w:sz w:val="24"/>
          <w:szCs w:val="24"/>
        </w:rPr>
        <w:t>Resource box;</w:t>
      </w:r>
    </w:p>
    <w:p w:rsidR="00ED064A" w:rsidRDefault="00ED064A" w:rsidP="00C93E52">
      <w:pPr>
        <w:rPr>
          <w:rFonts w:ascii="Times New Roman" w:hAnsi="Times New Roman"/>
          <w:sz w:val="24"/>
          <w:szCs w:val="24"/>
        </w:rPr>
      </w:pPr>
      <w:r>
        <w:rPr>
          <w:rFonts w:ascii="Times New Roman" w:hAnsi="Times New Roman"/>
          <w:sz w:val="24"/>
          <w:szCs w:val="24"/>
        </w:rPr>
        <w:t xml:space="preserve">If you do not have any time to wait, there is a method whose results will be seen in a matter of days. </w:t>
      </w:r>
      <w:r w:rsidRPr="00993F97">
        <w:rPr>
          <w:rFonts w:ascii="Times New Roman" w:hAnsi="Times New Roman"/>
          <w:sz w:val="24"/>
          <w:szCs w:val="24"/>
        </w:rPr>
        <w:t>&lt;a href="http://www.pearlypapulesremoval.com"&gt;Click Here...&lt;/a&gt;</w:t>
      </w:r>
      <w:r>
        <w:rPr>
          <w:rFonts w:ascii="Times New Roman" w:hAnsi="Times New Roman"/>
          <w:sz w:val="24"/>
          <w:szCs w:val="24"/>
        </w:rPr>
        <w:t xml:space="preserve"> and find out how you can safely and effectively remove pearly penile papules in a short matter of time, without spending too much money or experiencing any side effects. </w:t>
      </w:r>
      <w:bookmarkStart w:id="0" w:name="_GoBack"/>
      <w:bookmarkEnd w:id="0"/>
    </w:p>
    <w:p w:rsidR="00ED064A" w:rsidRDefault="00ED064A" w:rsidP="00C93E52">
      <w:pPr>
        <w:rPr>
          <w:rFonts w:ascii="Times New Roman" w:hAnsi="Times New Roman"/>
          <w:sz w:val="24"/>
          <w:szCs w:val="24"/>
        </w:rPr>
      </w:pPr>
    </w:p>
    <w:p w:rsidR="00ED064A" w:rsidRPr="008D3688" w:rsidRDefault="00ED064A" w:rsidP="00C93E52">
      <w:pPr>
        <w:rPr>
          <w:rFonts w:ascii="Times New Roman" w:hAnsi="Times New Roman"/>
          <w:sz w:val="24"/>
          <w:szCs w:val="24"/>
        </w:rPr>
      </w:pPr>
      <w:r w:rsidRPr="008D3688">
        <w:rPr>
          <w:rFonts w:ascii="Times New Roman" w:hAnsi="Times New Roman"/>
          <w:sz w:val="24"/>
          <w:szCs w:val="24"/>
        </w:rPr>
        <w:t>&lt;a href="http://www.pearlypapulesremoval.com"&gt;Pearly Papules Removal&lt;/a&gt;</w:t>
      </w:r>
    </w:p>
    <w:p w:rsidR="00ED064A" w:rsidRDefault="00ED064A"/>
    <w:sectPr w:rsidR="00ED064A" w:rsidSect="00C93E52">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E52"/>
    <w:rsid w:val="000351CF"/>
    <w:rsid w:val="000A4EAA"/>
    <w:rsid w:val="000F6AD2"/>
    <w:rsid w:val="0011551D"/>
    <w:rsid w:val="00232C70"/>
    <w:rsid w:val="003810A6"/>
    <w:rsid w:val="004D5E34"/>
    <w:rsid w:val="00794193"/>
    <w:rsid w:val="007A37D4"/>
    <w:rsid w:val="008D3688"/>
    <w:rsid w:val="00993F97"/>
    <w:rsid w:val="00997E75"/>
    <w:rsid w:val="00B13713"/>
    <w:rsid w:val="00C17721"/>
    <w:rsid w:val="00C51BB2"/>
    <w:rsid w:val="00C73099"/>
    <w:rsid w:val="00C93E52"/>
    <w:rsid w:val="00C95C20"/>
    <w:rsid w:val="00E14BDF"/>
    <w:rsid w:val="00ED064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EAA"/>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3E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1</Pages>
  <Words>366</Words>
  <Characters>2090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32</cp:revision>
  <dcterms:created xsi:type="dcterms:W3CDTF">2010-06-21T08:40:00Z</dcterms:created>
  <dcterms:modified xsi:type="dcterms:W3CDTF">2010-06-22T16:58:00Z</dcterms:modified>
</cp:coreProperties>
</file>